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DA61D" w14:textId="26ADA580" w:rsidR="00047835" w:rsidRPr="00047835" w:rsidRDefault="004B5376" w:rsidP="00A67BD2">
      <w:pPr>
        <w:pStyle w:val="Nzev"/>
      </w:pPr>
      <w:r w:rsidRPr="004B5376">
        <w:t xml:space="preserve">Zpráva </w:t>
      </w:r>
      <w:r w:rsidR="00237C7A">
        <w:t>revizora</w:t>
      </w:r>
      <w:r>
        <w:t xml:space="preserve"> za rok 2025</w:t>
      </w:r>
      <w:r w:rsidR="00BF6BFB">
        <w:br/>
        <w:t xml:space="preserve">SH ČMS - </w:t>
      </w:r>
      <w:r w:rsidR="00047835" w:rsidRPr="00047835">
        <w:t>Sbor dobrovolných hasičů</w:t>
      </w:r>
      <w:r w:rsidR="00BF6BFB">
        <w:t xml:space="preserve"> </w:t>
      </w:r>
      <w:r w:rsidR="00CE2BB2" w:rsidRPr="00CE2BB2">
        <w:t>[název]</w:t>
      </w:r>
    </w:p>
    <w:p w14:paraId="74B0B465" w14:textId="77777777" w:rsidR="00A076A8" w:rsidRDefault="00A076A8" w:rsidP="00452C7E">
      <w:pPr>
        <w:jc w:val="center"/>
      </w:pPr>
      <w:r>
        <w:t>Valná hromada konaná dne [datum] v [místo konání]</w:t>
      </w:r>
    </w:p>
    <w:p w14:paraId="10A92FBC" w14:textId="77777777" w:rsidR="00062EB9" w:rsidRDefault="00062EB9" w:rsidP="00503383"/>
    <w:p w14:paraId="79D64036" w14:textId="3B94956D" w:rsidR="00503383" w:rsidRDefault="00503383" w:rsidP="00503383">
      <w:r>
        <w:t xml:space="preserve">Revizor SDH provedl v průběhu roku 2025 kontrolu hospodaření a činnosti sboru v souladu se stanovami SH ČMS a </w:t>
      </w:r>
      <w:r w:rsidR="009C561F">
        <w:t>vnitřními pravidly SDH.</w:t>
      </w:r>
    </w:p>
    <w:p w14:paraId="2B6A563F" w14:textId="77777777" w:rsidR="00503383" w:rsidRDefault="00503383" w:rsidP="00503383">
      <w:r>
        <w:t>Kontrola byla zaměřena zejména na:</w:t>
      </w:r>
    </w:p>
    <w:p w14:paraId="297B87D4" w14:textId="77777777" w:rsidR="00503383" w:rsidRDefault="00503383" w:rsidP="009C561F">
      <w:pPr>
        <w:pStyle w:val="Odstavecseseznamem"/>
        <w:numPr>
          <w:ilvl w:val="0"/>
          <w:numId w:val="30"/>
        </w:numPr>
      </w:pPr>
      <w:r>
        <w:t>vedení pokladny a účetních dokladů,</w:t>
      </w:r>
    </w:p>
    <w:p w14:paraId="03169ACC" w14:textId="77777777" w:rsidR="00503383" w:rsidRDefault="00503383" w:rsidP="009C561F">
      <w:pPr>
        <w:pStyle w:val="Odstavecseseznamem"/>
        <w:numPr>
          <w:ilvl w:val="0"/>
          <w:numId w:val="30"/>
        </w:numPr>
      </w:pPr>
      <w:r>
        <w:t>správnost evidence příjmů a výdajů,</w:t>
      </w:r>
    </w:p>
    <w:p w14:paraId="153D423A" w14:textId="77777777" w:rsidR="00503383" w:rsidRDefault="00503383" w:rsidP="009C561F">
      <w:pPr>
        <w:pStyle w:val="Odstavecseseznamem"/>
        <w:numPr>
          <w:ilvl w:val="0"/>
          <w:numId w:val="30"/>
        </w:numPr>
      </w:pPr>
      <w:r>
        <w:t>soulad hospodaření se schváleným rozpočtem,</w:t>
      </w:r>
    </w:p>
    <w:p w14:paraId="6A2274CD" w14:textId="77777777" w:rsidR="00503383" w:rsidRDefault="00503383" w:rsidP="009C561F">
      <w:pPr>
        <w:pStyle w:val="Odstavecseseznamem"/>
        <w:numPr>
          <w:ilvl w:val="0"/>
          <w:numId w:val="30"/>
        </w:numPr>
      </w:pPr>
      <w:r>
        <w:t>nakládání s finančními prostředky, majetkem a dotacemi,</w:t>
      </w:r>
    </w:p>
    <w:p w14:paraId="46E7C320" w14:textId="77777777" w:rsidR="00503383" w:rsidRDefault="00503383" w:rsidP="009C561F">
      <w:pPr>
        <w:pStyle w:val="Odstavecseseznamem"/>
        <w:numPr>
          <w:ilvl w:val="0"/>
          <w:numId w:val="30"/>
        </w:numPr>
      </w:pPr>
      <w:r>
        <w:t>plnění usnesení valné hromady z předchozího roku.</w:t>
      </w:r>
    </w:p>
    <w:p w14:paraId="234A8CF9" w14:textId="77777777" w:rsidR="000B03F5" w:rsidRDefault="000B03F5" w:rsidP="00503383"/>
    <w:p w14:paraId="52147CFD" w14:textId="6B39CBC1" w:rsidR="00503383" w:rsidRPr="000B03F5" w:rsidRDefault="00503383" w:rsidP="00503383">
      <w:pPr>
        <w:rPr>
          <w:b/>
          <w:bCs/>
        </w:rPr>
      </w:pPr>
      <w:r w:rsidRPr="000B03F5">
        <w:rPr>
          <w:b/>
          <w:bCs/>
        </w:rPr>
        <w:t>Zjištění revize</w:t>
      </w:r>
    </w:p>
    <w:p w14:paraId="770BDDD5" w14:textId="77777777" w:rsidR="00503383" w:rsidRDefault="00503383" w:rsidP="00503383">
      <w:r>
        <w:t>Revizí bylo zjištěno, že:</w:t>
      </w:r>
    </w:p>
    <w:p w14:paraId="1D4A321C" w14:textId="77777777" w:rsidR="00503383" w:rsidRDefault="00503383" w:rsidP="000B03F5">
      <w:pPr>
        <w:pStyle w:val="Odstavecseseznamem"/>
        <w:numPr>
          <w:ilvl w:val="0"/>
          <w:numId w:val="31"/>
        </w:numPr>
      </w:pPr>
      <w:r>
        <w:t>účetní doklady jsou řádně vedeny, očíslovány a doloženy,</w:t>
      </w:r>
    </w:p>
    <w:p w14:paraId="42712E38" w14:textId="77777777" w:rsidR="00503383" w:rsidRDefault="00503383" w:rsidP="000B03F5">
      <w:pPr>
        <w:pStyle w:val="Odstavecseseznamem"/>
        <w:numPr>
          <w:ilvl w:val="0"/>
          <w:numId w:val="31"/>
        </w:numPr>
      </w:pPr>
      <w:r>
        <w:t>hospodaření bylo prováděno hospodárně a v souladu se schváleným rozpočtem,</w:t>
      </w:r>
    </w:p>
    <w:p w14:paraId="0B06F037" w14:textId="77777777" w:rsidR="00503383" w:rsidRDefault="00503383" w:rsidP="000B03F5">
      <w:pPr>
        <w:pStyle w:val="Odstavecseseznamem"/>
        <w:numPr>
          <w:ilvl w:val="0"/>
          <w:numId w:val="31"/>
        </w:numPr>
      </w:pPr>
      <w:r>
        <w:t>veškeré příjmy a výdaje byly správně zaúčtovány,</w:t>
      </w:r>
    </w:p>
    <w:p w14:paraId="243A279A" w14:textId="77777777" w:rsidR="00503383" w:rsidRDefault="00503383" w:rsidP="000B03F5">
      <w:pPr>
        <w:pStyle w:val="Odstavecseseznamem"/>
        <w:numPr>
          <w:ilvl w:val="0"/>
          <w:numId w:val="31"/>
        </w:numPr>
      </w:pPr>
      <w:r>
        <w:t>nebyly zjištěny žádné závažné nedostatky ani porušení finanční kázně.</w:t>
      </w:r>
    </w:p>
    <w:p w14:paraId="3006A678" w14:textId="77777777" w:rsidR="000B03F5" w:rsidRDefault="000B03F5" w:rsidP="00503383"/>
    <w:p w14:paraId="660E0C92" w14:textId="5637A6CB" w:rsidR="00503383" w:rsidRDefault="00503383" w:rsidP="00503383">
      <w:r>
        <w:t>Revizor doporučuje, aby výbor SDH i nadále vedl pokladní a účetní agendu stejným způsobem a dbal na průběžnou kontrolu hospodaření.</w:t>
      </w:r>
    </w:p>
    <w:p w14:paraId="4F282725" w14:textId="77777777" w:rsidR="000B03F5" w:rsidRDefault="000B03F5" w:rsidP="00503383"/>
    <w:p w14:paraId="1353FB84" w14:textId="555C40A0" w:rsidR="00503383" w:rsidRPr="000B03F5" w:rsidRDefault="00503383" w:rsidP="00503383">
      <w:pPr>
        <w:rPr>
          <w:b/>
          <w:bCs/>
        </w:rPr>
      </w:pPr>
      <w:r w:rsidRPr="000B03F5">
        <w:rPr>
          <w:b/>
          <w:bCs/>
        </w:rPr>
        <w:t>Návrh na usnesení</w:t>
      </w:r>
    </w:p>
    <w:p w14:paraId="17E4AE7A" w14:textId="11D0EC46" w:rsidR="00503383" w:rsidRDefault="00503383" w:rsidP="00503383">
      <w:r>
        <w:t>Revizor SDH doporučuje valné hromadě schválit zprávu o hospodaření a účetní uzávěrku za rok</w:t>
      </w:r>
      <w:r w:rsidR="000B03F5">
        <w:t xml:space="preserve"> 2025</w:t>
      </w:r>
      <w:r>
        <w:t>.</w:t>
      </w:r>
    </w:p>
    <w:p w14:paraId="134EF886" w14:textId="77777777" w:rsidR="000B03F5" w:rsidRDefault="000B03F5" w:rsidP="00503383"/>
    <w:p w14:paraId="7B1DE955" w14:textId="2333BFBA" w:rsidR="00503383" w:rsidRDefault="00503383" w:rsidP="00503383">
      <w:r>
        <w:t>V [místo], dne [datum]</w:t>
      </w:r>
    </w:p>
    <w:p w14:paraId="50823EB0" w14:textId="77777777" w:rsidR="000B03F5" w:rsidRDefault="000B03F5" w:rsidP="00503383"/>
    <w:p w14:paraId="6B05C5AB" w14:textId="77777777" w:rsidR="000B03F5" w:rsidRDefault="000B03F5" w:rsidP="00503383"/>
    <w:p w14:paraId="102A4C52" w14:textId="71245071" w:rsidR="00BC6255" w:rsidRPr="00047835" w:rsidRDefault="00503383" w:rsidP="000B03F5">
      <w:r>
        <w:t>Revizor SDH:</w:t>
      </w:r>
      <w:r w:rsidR="000B03F5">
        <w:t xml:space="preserve"> </w:t>
      </w:r>
      <w:r>
        <w:t>[jméno a příjmení]</w:t>
      </w:r>
    </w:p>
    <w:sectPr w:rsidR="00BC6255" w:rsidRPr="00047835" w:rsidSect="00FA6BAD"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A7C10" w14:textId="77777777" w:rsidR="00360E78" w:rsidRDefault="00360E78" w:rsidP="00A67BD2">
      <w:r>
        <w:separator/>
      </w:r>
    </w:p>
  </w:endnote>
  <w:endnote w:type="continuationSeparator" w:id="0">
    <w:p w14:paraId="31F27DD3" w14:textId="77777777" w:rsidR="00360E78" w:rsidRDefault="00360E78" w:rsidP="00A6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D84F1" w14:textId="77777777" w:rsidR="00360E78" w:rsidRDefault="00360E78" w:rsidP="00A67BD2">
      <w:r>
        <w:separator/>
      </w:r>
    </w:p>
  </w:footnote>
  <w:footnote w:type="continuationSeparator" w:id="0">
    <w:p w14:paraId="7020E9B1" w14:textId="77777777" w:rsidR="00360E78" w:rsidRDefault="00360E78" w:rsidP="00A67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16CB3"/>
    <w:multiLevelType w:val="hybridMultilevel"/>
    <w:tmpl w:val="CF30F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50C0"/>
    <w:multiLevelType w:val="hybridMultilevel"/>
    <w:tmpl w:val="5BBC90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D2856"/>
    <w:multiLevelType w:val="hybridMultilevel"/>
    <w:tmpl w:val="ECBEC362"/>
    <w:lvl w:ilvl="0" w:tplc="85A8FE0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12E92"/>
    <w:multiLevelType w:val="hybridMultilevel"/>
    <w:tmpl w:val="C34603B8"/>
    <w:lvl w:ilvl="0" w:tplc="8D849A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11AEF"/>
    <w:multiLevelType w:val="hybridMultilevel"/>
    <w:tmpl w:val="E9AAD49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027850"/>
    <w:multiLevelType w:val="hybridMultilevel"/>
    <w:tmpl w:val="E9E80D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B4C3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549D3"/>
    <w:multiLevelType w:val="hybridMultilevel"/>
    <w:tmpl w:val="C6D682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74949"/>
    <w:multiLevelType w:val="hybridMultilevel"/>
    <w:tmpl w:val="56D49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C4599"/>
    <w:multiLevelType w:val="hybridMultilevel"/>
    <w:tmpl w:val="88E43AB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3F1F4C"/>
    <w:multiLevelType w:val="hybridMultilevel"/>
    <w:tmpl w:val="F2AEA334"/>
    <w:lvl w:ilvl="0" w:tplc="5A20D2D6">
      <w:start w:val="31"/>
      <w:numFmt w:val="bullet"/>
      <w:lvlText w:val="•"/>
      <w:lvlJc w:val="left"/>
      <w:pPr>
        <w:ind w:left="1065" w:hanging="705"/>
      </w:pPr>
      <w:rPr>
        <w:rFonts w:ascii="Aptos Narrow" w:eastAsiaTheme="minorHAnsi" w:hAnsi="Aptos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F173A"/>
    <w:multiLevelType w:val="hybridMultilevel"/>
    <w:tmpl w:val="63DA3F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534FF"/>
    <w:multiLevelType w:val="hybridMultilevel"/>
    <w:tmpl w:val="3DFC74E6"/>
    <w:lvl w:ilvl="0" w:tplc="20DABC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666C4"/>
    <w:multiLevelType w:val="hybridMultilevel"/>
    <w:tmpl w:val="62942E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C1759"/>
    <w:multiLevelType w:val="hybridMultilevel"/>
    <w:tmpl w:val="D228FE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876FAB"/>
    <w:multiLevelType w:val="hybridMultilevel"/>
    <w:tmpl w:val="8A80BD1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CBF0B0B"/>
    <w:multiLevelType w:val="hybridMultilevel"/>
    <w:tmpl w:val="18DE467C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1648337">
    <w:abstractNumId w:val="9"/>
  </w:num>
  <w:num w:numId="2" w16cid:durableId="276841652">
    <w:abstractNumId w:val="0"/>
  </w:num>
  <w:num w:numId="3" w16cid:durableId="1310400316">
    <w:abstractNumId w:val="28"/>
  </w:num>
  <w:num w:numId="4" w16cid:durableId="824205646">
    <w:abstractNumId w:val="17"/>
  </w:num>
  <w:num w:numId="5" w16cid:durableId="433869088">
    <w:abstractNumId w:val="18"/>
  </w:num>
  <w:num w:numId="6" w16cid:durableId="1422995374">
    <w:abstractNumId w:val="26"/>
  </w:num>
  <w:num w:numId="7" w16cid:durableId="19093632">
    <w:abstractNumId w:val="29"/>
  </w:num>
  <w:num w:numId="8" w16cid:durableId="1750496430">
    <w:abstractNumId w:val="10"/>
  </w:num>
  <w:num w:numId="9" w16cid:durableId="1424105745">
    <w:abstractNumId w:val="13"/>
  </w:num>
  <w:num w:numId="10" w16cid:durableId="495190694">
    <w:abstractNumId w:val="23"/>
  </w:num>
  <w:num w:numId="11" w16cid:durableId="2026470328">
    <w:abstractNumId w:val="3"/>
  </w:num>
  <w:num w:numId="12" w16cid:durableId="2094087651">
    <w:abstractNumId w:val="16"/>
  </w:num>
  <w:num w:numId="13" w16cid:durableId="539130012">
    <w:abstractNumId w:val="19"/>
  </w:num>
  <w:num w:numId="14" w16cid:durableId="54401933">
    <w:abstractNumId w:val="22"/>
  </w:num>
  <w:num w:numId="15" w16cid:durableId="1250581710">
    <w:abstractNumId w:val="8"/>
  </w:num>
  <w:num w:numId="16" w16cid:durableId="1058431376">
    <w:abstractNumId w:val="21"/>
  </w:num>
  <w:num w:numId="17" w16cid:durableId="559483944">
    <w:abstractNumId w:val="1"/>
  </w:num>
  <w:num w:numId="18" w16cid:durableId="1673952876">
    <w:abstractNumId w:val="6"/>
  </w:num>
  <w:num w:numId="19" w16cid:durableId="1322848788">
    <w:abstractNumId w:val="11"/>
  </w:num>
  <w:num w:numId="20" w16cid:durableId="366419186">
    <w:abstractNumId w:val="15"/>
  </w:num>
  <w:num w:numId="21" w16cid:durableId="1371301819">
    <w:abstractNumId w:val="20"/>
  </w:num>
  <w:num w:numId="22" w16cid:durableId="1995378740">
    <w:abstractNumId w:val="5"/>
  </w:num>
  <w:num w:numId="23" w16cid:durableId="1947887477">
    <w:abstractNumId w:val="4"/>
  </w:num>
  <w:num w:numId="24" w16cid:durableId="1920359819">
    <w:abstractNumId w:val="25"/>
  </w:num>
  <w:num w:numId="25" w16cid:durableId="2053921550">
    <w:abstractNumId w:val="27"/>
  </w:num>
  <w:num w:numId="26" w16cid:durableId="1918202848">
    <w:abstractNumId w:val="14"/>
  </w:num>
  <w:num w:numId="27" w16cid:durableId="4140372">
    <w:abstractNumId w:val="12"/>
  </w:num>
  <w:num w:numId="28" w16cid:durableId="1561751389">
    <w:abstractNumId w:val="30"/>
  </w:num>
  <w:num w:numId="29" w16cid:durableId="820120279">
    <w:abstractNumId w:val="7"/>
  </w:num>
  <w:num w:numId="30" w16cid:durableId="1911961555">
    <w:abstractNumId w:val="24"/>
  </w:num>
  <w:num w:numId="31" w16cid:durableId="1360594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E3"/>
    <w:rsid w:val="0000524F"/>
    <w:rsid w:val="00010D7F"/>
    <w:rsid w:val="000144A7"/>
    <w:rsid w:val="00041E4A"/>
    <w:rsid w:val="00047835"/>
    <w:rsid w:val="000534BE"/>
    <w:rsid w:val="00060642"/>
    <w:rsid w:val="00062EB9"/>
    <w:rsid w:val="0007282F"/>
    <w:rsid w:val="00072F44"/>
    <w:rsid w:val="0008794F"/>
    <w:rsid w:val="000A0B25"/>
    <w:rsid w:val="000B03F5"/>
    <w:rsid w:val="000B36B4"/>
    <w:rsid w:val="000D74FC"/>
    <w:rsid w:val="000F0486"/>
    <w:rsid w:val="000F12B6"/>
    <w:rsid w:val="0012029D"/>
    <w:rsid w:val="001230C0"/>
    <w:rsid w:val="001619EF"/>
    <w:rsid w:val="001877DB"/>
    <w:rsid w:val="00193352"/>
    <w:rsid w:val="001B6122"/>
    <w:rsid w:val="001C3E11"/>
    <w:rsid w:val="001D31BD"/>
    <w:rsid w:val="001D327A"/>
    <w:rsid w:val="001D557C"/>
    <w:rsid w:val="001D6F82"/>
    <w:rsid w:val="001F757F"/>
    <w:rsid w:val="00201127"/>
    <w:rsid w:val="00231BAB"/>
    <w:rsid w:val="00234481"/>
    <w:rsid w:val="00237C7A"/>
    <w:rsid w:val="00240690"/>
    <w:rsid w:val="00260C1C"/>
    <w:rsid w:val="00260C8B"/>
    <w:rsid w:val="0026294C"/>
    <w:rsid w:val="002872B8"/>
    <w:rsid w:val="002879B3"/>
    <w:rsid w:val="002923F2"/>
    <w:rsid w:val="002962DE"/>
    <w:rsid w:val="002A0E40"/>
    <w:rsid w:val="002B0AA2"/>
    <w:rsid w:val="002B3388"/>
    <w:rsid w:val="002B60FE"/>
    <w:rsid w:val="002C7963"/>
    <w:rsid w:val="002D4ACA"/>
    <w:rsid w:val="002D5EF2"/>
    <w:rsid w:val="002E181D"/>
    <w:rsid w:val="002F035B"/>
    <w:rsid w:val="0032240C"/>
    <w:rsid w:val="00324E4A"/>
    <w:rsid w:val="0032718A"/>
    <w:rsid w:val="00342865"/>
    <w:rsid w:val="00345D4C"/>
    <w:rsid w:val="00360E78"/>
    <w:rsid w:val="0036395C"/>
    <w:rsid w:val="00381307"/>
    <w:rsid w:val="003A35A1"/>
    <w:rsid w:val="003A47E4"/>
    <w:rsid w:val="003B01CA"/>
    <w:rsid w:val="003B5072"/>
    <w:rsid w:val="003B5681"/>
    <w:rsid w:val="003C73EF"/>
    <w:rsid w:val="003F065E"/>
    <w:rsid w:val="003F1F65"/>
    <w:rsid w:val="003F20A2"/>
    <w:rsid w:val="00402471"/>
    <w:rsid w:val="00420726"/>
    <w:rsid w:val="00452C7E"/>
    <w:rsid w:val="00471A6F"/>
    <w:rsid w:val="004B5376"/>
    <w:rsid w:val="004C4FCD"/>
    <w:rsid w:val="004D5F56"/>
    <w:rsid w:val="004D7170"/>
    <w:rsid w:val="00500EAC"/>
    <w:rsid w:val="0050259E"/>
    <w:rsid w:val="00503383"/>
    <w:rsid w:val="00513154"/>
    <w:rsid w:val="00522404"/>
    <w:rsid w:val="005245A9"/>
    <w:rsid w:val="00541414"/>
    <w:rsid w:val="0056224E"/>
    <w:rsid w:val="00591D1F"/>
    <w:rsid w:val="0059354F"/>
    <w:rsid w:val="005B52F1"/>
    <w:rsid w:val="005C4E0A"/>
    <w:rsid w:val="005E32AF"/>
    <w:rsid w:val="00602E2B"/>
    <w:rsid w:val="0060675E"/>
    <w:rsid w:val="00607750"/>
    <w:rsid w:val="0061169A"/>
    <w:rsid w:val="006269E1"/>
    <w:rsid w:val="0063063B"/>
    <w:rsid w:val="0064702A"/>
    <w:rsid w:val="00650185"/>
    <w:rsid w:val="00651FA3"/>
    <w:rsid w:val="006752D4"/>
    <w:rsid w:val="0068670E"/>
    <w:rsid w:val="006B2CC9"/>
    <w:rsid w:val="006B475D"/>
    <w:rsid w:val="006C1720"/>
    <w:rsid w:val="006D569C"/>
    <w:rsid w:val="006E4CD7"/>
    <w:rsid w:val="006F6D7E"/>
    <w:rsid w:val="00710C5F"/>
    <w:rsid w:val="0073009B"/>
    <w:rsid w:val="00734225"/>
    <w:rsid w:val="00745CE3"/>
    <w:rsid w:val="00762175"/>
    <w:rsid w:val="0076344D"/>
    <w:rsid w:val="0076759C"/>
    <w:rsid w:val="00785EFC"/>
    <w:rsid w:val="007932C8"/>
    <w:rsid w:val="007A08F9"/>
    <w:rsid w:val="007A646C"/>
    <w:rsid w:val="007B0B66"/>
    <w:rsid w:val="007B5CB8"/>
    <w:rsid w:val="007C483A"/>
    <w:rsid w:val="007E4852"/>
    <w:rsid w:val="007F4458"/>
    <w:rsid w:val="007F44A7"/>
    <w:rsid w:val="007F6AC5"/>
    <w:rsid w:val="0082735D"/>
    <w:rsid w:val="008317AF"/>
    <w:rsid w:val="00851F23"/>
    <w:rsid w:val="00856D54"/>
    <w:rsid w:val="00862185"/>
    <w:rsid w:val="008674B9"/>
    <w:rsid w:val="0087502B"/>
    <w:rsid w:val="008A07CA"/>
    <w:rsid w:val="008B0097"/>
    <w:rsid w:val="008D3D55"/>
    <w:rsid w:val="008E4008"/>
    <w:rsid w:val="00912144"/>
    <w:rsid w:val="00912A7E"/>
    <w:rsid w:val="00966434"/>
    <w:rsid w:val="00980B48"/>
    <w:rsid w:val="009C409E"/>
    <w:rsid w:val="009C561F"/>
    <w:rsid w:val="009D4B5F"/>
    <w:rsid w:val="009F0D47"/>
    <w:rsid w:val="009F6CEA"/>
    <w:rsid w:val="009F744B"/>
    <w:rsid w:val="009F74D2"/>
    <w:rsid w:val="00A076A8"/>
    <w:rsid w:val="00A337AE"/>
    <w:rsid w:val="00A43C98"/>
    <w:rsid w:val="00A67BD2"/>
    <w:rsid w:val="00A74794"/>
    <w:rsid w:val="00A8633B"/>
    <w:rsid w:val="00A8688C"/>
    <w:rsid w:val="00A95CFB"/>
    <w:rsid w:val="00AC3F6E"/>
    <w:rsid w:val="00AC7451"/>
    <w:rsid w:val="00AD389A"/>
    <w:rsid w:val="00AE324B"/>
    <w:rsid w:val="00AF1E7A"/>
    <w:rsid w:val="00B56447"/>
    <w:rsid w:val="00B70D78"/>
    <w:rsid w:val="00B72BFD"/>
    <w:rsid w:val="00B87FB6"/>
    <w:rsid w:val="00BB24E0"/>
    <w:rsid w:val="00BC59AE"/>
    <w:rsid w:val="00BC6255"/>
    <w:rsid w:val="00BC63B6"/>
    <w:rsid w:val="00BE4BAA"/>
    <w:rsid w:val="00BF4DCE"/>
    <w:rsid w:val="00BF6BFB"/>
    <w:rsid w:val="00C07C75"/>
    <w:rsid w:val="00C2143B"/>
    <w:rsid w:val="00C41B4A"/>
    <w:rsid w:val="00C4380D"/>
    <w:rsid w:val="00C9024B"/>
    <w:rsid w:val="00C91A08"/>
    <w:rsid w:val="00CA40E6"/>
    <w:rsid w:val="00CA7BDB"/>
    <w:rsid w:val="00CB1CCA"/>
    <w:rsid w:val="00CB5DDB"/>
    <w:rsid w:val="00CC1732"/>
    <w:rsid w:val="00CC570A"/>
    <w:rsid w:val="00CD1004"/>
    <w:rsid w:val="00CD2FF5"/>
    <w:rsid w:val="00CE2BB2"/>
    <w:rsid w:val="00CE7C78"/>
    <w:rsid w:val="00D1163D"/>
    <w:rsid w:val="00D123D7"/>
    <w:rsid w:val="00D35054"/>
    <w:rsid w:val="00D35A3D"/>
    <w:rsid w:val="00D36249"/>
    <w:rsid w:val="00D47309"/>
    <w:rsid w:val="00D4790A"/>
    <w:rsid w:val="00D80BF1"/>
    <w:rsid w:val="00D85DD9"/>
    <w:rsid w:val="00DB191E"/>
    <w:rsid w:val="00DB3D7D"/>
    <w:rsid w:val="00DB5B4A"/>
    <w:rsid w:val="00DE0D41"/>
    <w:rsid w:val="00DF6A12"/>
    <w:rsid w:val="00E142E3"/>
    <w:rsid w:val="00E1593F"/>
    <w:rsid w:val="00E223E1"/>
    <w:rsid w:val="00E315F0"/>
    <w:rsid w:val="00E45500"/>
    <w:rsid w:val="00E45B57"/>
    <w:rsid w:val="00E579BA"/>
    <w:rsid w:val="00E604CF"/>
    <w:rsid w:val="00E60AF7"/>
    <w:rsid w:val="00EB486E"/>
    <w:rsid w:val="00EC2D93"/>
    <w:rsid w:val="00EC33ED"/>
    <w:rsid w:val="00EC564E"/>
    <w:rsid w:val="00EC5D6F"/>
    <w:rsid w:val="00EF31E7"/>
    <w:rsid w:val="00F2545B"/>
    <w:rsid w:val="00F6209A"/>
    <w:rsid w:val="00F6743D"/>
    <w:rsid w:val="00F72985"/>
    <w:rsid w:val="00F8011D"/>
    <w:rsid w:val="00F85778"/>
    <w:rsid w:val="00FA6BAD"/>
    <w:rsid w:val="00FB0AC9"/>
    <w:rsid w:val="00FD3507"/>
    <w:rsid w:val="00FD764B"/>
    <w:rsid w:val="00FE03ED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8872A"/>
  <w15:chartTrackingRefBased/>
  <w15:docId w15:val="{73F0D287-373D-4BA2-A3A9-80DB4F39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7BD2"/>
    <w:pPr>
      <w:spacing w:after="60"/>
      <w:jc w:val="both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51FA3"/>
    <w:pPr>
      <w:keepNext/>
      <w:numPr>
        <w:numId w:val="1"/>
      </w:numPr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51FA3"/>
    <w:pPr>
      <w:keepNext/>
      <w:numPr>
        <w:ilvl w:val="1"/>
        <w:numId w:val="1"/>
      </w:numPr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FA3"/>
    <w:pPr>
      <w:keepNext/>
      <w:keepLines/>
      <w:numPr>
        <w:ilvl w:val="2"/>
        <w:numId w:val="1"/>
      </w:numPr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FA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1FA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1FA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1FA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1FA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1FA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651FA3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651FA3"/>
    <w:rPr>
      <w:rFonts w:ascii="Aptos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51FA3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651FA3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651FA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651FA3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651FA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51FA3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651FA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651FA3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651FA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651FA3"/>
    <w:rPr>
      <w:rFonts w:ascii="Aptos" w:hAnsi="Aptos"/>
      <w:i/>
      <w:iCs/>
    </w:rPr>
  </w:style>
  <w:style w:type="paragraph" w:styleId="Bezmezer">
    <w:name w:val="No Spacing"/>
    <w:uiPriority w:val="1"/>
    <w:qFormat/>
    <w:rsid w:val="00651FA3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1FA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1FA3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651FA3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651FA3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51FA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651FA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51FA3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651FA3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51FA3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651FA3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51FA3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651F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651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651F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651FA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651FA3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651FA3"/>
  </w:style>
  <w:style w:type="paragraph" w:styleId="Citt">
    <w:name w:val="Quote"/>
    <w:basedOn w:val="Normln"/>
    <w:next w:val="Normln"/>
    <w:link w:val="CittChar"/>
    <w:uiPriority w:val="29"/>
    <w:qFormat/>
    <w:rsid w:val="00651F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1FA3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651FA3"/>
    <w:rPr>
      <w:rFonts w:ascii="Aptos" w:hAnsi="Aptos" w:cstheme="minorBidi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621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58A2-788E-4495-B4FD-99AA600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hlp_OSH.dotx</Template>
  <TotalTime>5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7</cp:revision>
  <cp:lastPrinted>2023-03-12T16:53:00Z</cp:lastPrinted>
  <dcterms:created xsi:type="dcterms:W3CDTF">2025-11-12T13:41:00Z</dcterms:created>
  <dcterms:modified xsi:type="dcterms:W3CDTF">2025-11-12T13:57:00Z</dcterms:modified>
</cp:coreProperties>
</file>